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B9FF" w14:textId="6CA0056B" w:rsidR="003F3F59" w:rsidRPr="00B57F8A" w:rsidRDefault="003F3F59">
      <w:pPr>
        <w:rPr>
          <w:sz w:val="23"/>
          <w:szCs w:val="23"/>
        </w:rPr>
      </w:pPr>
    </w:p>
    <w:p w14:paraId="512CD368" w14:textId="5390948F" w:rsidR="009521CA" w:rsidRPr="00B57F8A" w:rsidRDefault="00EB186E">
      <w:pPr>
        <w:rPr>
          <w:sz w:val="23"/>
          <w:szCs w:val="23"/>
        </w:rPr>
      </w:pPr>
      <w:r w:rsidRPr="00B57F8A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0D7111B9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6" name="Kép 6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6" name="Kép 6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57F8A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6886C7D8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B57F8A">
        <w:rPr>
          <w:sz w:val="23"/>
          <w:szCs w:val="23"/>
        </w:rPr>
        <w:t xml:space="preserve"> </w:t>
      </w:r>
    </w:p>
    <w:p w14:paraId="3FB72143" w14:textId="628398A4" w:rsidR="009521CA" w:rsidRPr="00B57F8A" w:rsidRDefault="009521CA" w:rsidP="009521CA">
      <w:pPr>
        <w:rPr>
          <w:sz w:val="23"/>
          <w:szCs w:val="23"/>
        </w:rPr>
      </w:pPr>
    </w:p>
    <w:p w14:paraId="6F83D111" w14:textId="4700EC48" w:rsidR="00576AB5" w:rsidRPr="00034C9B" w:rsidRDefault="00EB186E" w:rsidP="0072033E">
      <w:pPr>
        <w:tabs>
          <w:tab w:val="left" w:pos="5103"/>
        </w:tabs>
        <w:rPr>
          <w:noProof/>
          <w:sz w:val="20"/>
          <w:szCs w:val="20"/>
        </w:rPr>
      </w:pPr>
      <w:r w:rsidRPr="00034C9B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034C9B">
        <w:rPr>
          <w:noProof/>
          <w:sz w:val="20"/>
          <w:szCs w:val="20"/>
        </w:rPr>
        <w:t xml:space="preserve">Iktatószám: </w:t>
      </w:r>
      <w:r w:rsidR="0094315A" w:rsidRPr="00034C9B">
        <w:rPr>
          <w:noProof/>
          <w:sz w:val="20"/>
          <w:szCs w:val="20"/>
        </w:rPr>
        <w:t>C</w:t>
      </w:r>
      <w:r w:rsidR="00D765D8" w:rsidRPr="00034C9B">
        <w:rPr>
          <w:noProof/>
          <w:sz w:val="20"/>
          <w:szCs w:val="20"/>
        </w:rPr>
        <w:t>/</w:t>
      </w:r>
      <w:r w:rsidR="00356113">
        <w:rPr>
          <w:noProof/>
          <w:sz w:val="20"/>
          <w:szCs w:val="20"/>
        </w:rPr>
        <w:t>810</w:t>
      </w:r>
      <w:r w:rsidR="002B202C" w:rsidRPr="00034C9B">
        <w:rPr>
          <w:noProof/>
          <w:sz w:val="20"/>
          <w:szCs w:val="20"/>
        </w:rPr>
        <w:t>/202</w:t>
      </w:r>
      <w:r w:rsidR="00356113">
        <w:rPr>
          <w:noProof/>
          <w:sz w:val="20"/>
          <w:szCs w:val="20"/>
        </w:rPr>
        <w:t>6</w:t>
      </w:r>
      <w:r w:rsidR="00576AB5" w:rsidRPr="00034C9B">
        <w:rPr>
          <w:noProof/>
          <w:sz w:val="20"/>
          <w:szCs w:val="20"/>
        </w:rPr>
        <w:t>.</w:t>
      </w:r>
      <w:r w:rsidR="0072033E" w:rsidRPr="00034C9B">
        <w:rPr>
          <w:noProof/>
          <w:sz w:val="20"/>
          <w:szCs w:val="20"/>
        </w:rPr>
        <w:tab/>
      </w:r>
      <w:r w:rsidR="00514419" w:rsidRPr="00034C9B">
        <w:rPr>
          <w:noProof/>
          <w:sz w:val="20"/>
          <w:szCs w:val="20"/>
          <w:u w:val="single"/>
        </w:rPr>
        <w:t>Tárgy:</w:t>
      </w:r>
      <w:r w:rsidR="00514419" w:rsidRPr="00034C9B">
        <w:rPr>
          <w:b/>
          <w:noProof/>
          <w:sz w:val="20"/>
          <w:szCs w:val="20"/>
        </w:rPr>
        <w:t xml:space="preserve"> </w:t>
      </w:r>
      <w:r w:rsidR="00B87411">
        <w:rPr>
          <w:noProof/>
          <w:sz w:val="20"/>
          <w:szCs w:val="20"/>
        </w:rPr>
        <w:t>K</w:t>
      </w:r>
      <w:bookmarkStart w:id="0" w:name="_GoBack"/>
      <w:bookmarkEnd w:id="0"/>
      <w:r w:rsidR="00B55CA3" w:rsidRPr="00034C9B">
        <w:rPr>
          <w:noProof/>
          <w:sz w:val="20"/>
          <w:szCs w:val="20"/>
        </w:rPr>
        <w:t xml:space="preserve">özhasznú </w:t>
      </w:r>
      <w:r w:rsidR="00356113">
        <w:rPr>
          <w:noProof/>
          <w:sz w:val="20"/>
          <w:szCs w:val="20"/>
        </w:rPr>
        <w:t>g</w:t>
      </w:r>
      <w:r w:rsidR="00B55CA3" w:rsidRPr="00034C9B">
        <w:rPr>
          <w:noProof/>
          <w:sz w:val="20"/>
          <w:szCs w:val="20"/>
        </w:rPr>
        <w:t xml:space="preserve">azdasági </w:t>
      </w:r>
      <w:r w:rsidR="0072033E" w:rsidRPr="00034C9B">
        <w:rPr>
          <w:noProof/>
          <w:sz w:val="20"/>
          <w:szCs w:val="20"/>
        </w:rPr>
        <w:t>társaságok</w:t>
      </w:r>
    </w:p>
    <w:p w14:paraId="2EF86F30" w14:textId="6769548B" w:rsidR="00514419" w:rsidRPr="00034C9B" w:rsidRDefault="00B55CA3" w:rsidP="00520F3E">
      <w:pPr>
        <w:tabs>
          <w:tab w:val="left" w:pos="5812"/>
        </w:tabs>
        <w:ind w:left="5664" w:hanging="5664"/>
        <w:rPr>
          <w:noProof/>
          <w:sz w:val="20"/>
          <w:szCs w:val="20"/>
        </w:rPr>
      </w:pPr>
      <w:r w:rsidRPr="00034C9B">
        <w:rPr>
          <w:noProof/>
          <w:sz w:val="20"/>
          <w:szCs w:val="20"/>
          <w:u w:val="single"/>
        </w:rPr>
        <w:t>Előterjesztő:</w:t>
      </w:r>
      <w:r w:rsidRPr="00034C9B">
        <w:rPr>
          <w:noProof/>
          <w:sz w:val="20"/>
          <w:szCs w:val="20"/>
        </w:rPr>
        <w:t xml:space="preserve"> Dr. Csáky András</w:t>
      </w:r>
      <w:r w:rsidR="009521CA" w:rsidRPr="00034C9B">
        <w:rPr>
          <w:noProof/>
          <w:sz w:val="20"/>
          <w:szCs w:val="20"/>
        </w:rPr>
        <w:t xml:space="preserve"> polgármester</w:t>
      </w:r>
      <w:r w:rsidR="0072033E" w:rsidRPr="00034C9B">
        <w:rPr>
          <w:noProof/>
          <w:sz w:val="20"/>
          <w:szCs w:val="20"/>
        </w:rPr>
        <w:tab/>
      </w:r>
      <w:r w:rsidR="002B202C" w:rsidRPr="00034C9B">
        <w:rPr>
          <w:sz w:val="20"/>
          <w:szCs w:val="20"/>
        </w:rPr>
        <w:t xml:space="preserve">2025. </w:t>
      </w:r>
      <w:r w:rsidR="00356113">
        <w:rPr>
          <w:sz w:val="20"/>
          <w:szCs w:val="20"/>
        </w:rPr>
        <w:t>december havi</w:t>
      </w:r>
      <w:r w:rsidR="00520F3E" w:rsidRPr="00034C9B">
        <w:rPr>
          <w:noProof/>
          <w:sz w:val="20"/>
          <w:szCs w:val="20"/>
        </w:rPr>
        <w:t xml:space="preserve"> </w:t>
      </w:r>
      <w:r w:rsidR="002B202C" w:rsidRPr="00034C9B">
        <w:rPr>
          <w:sz w:val="20"/>
          <w:szCs w:val="20"/>
        </w:rPr>
        <w:t>TUB beszámoló</w:t>
      </w:r>
      <w:r w:rsidR="00DA1C52" w:rsidRPr="00034C9B">
        <w:rPr>
          <w:sz w:val="20"/>
          <w:szCs w:val="20"/>
        </w:rPr>
        <w:t>ja</w:t>
      </w:r>
    </w:p>
    <w:p w14:paraId="0BCE6194" w14:textId="70B2DF3E" w:rsidR="0072033E" w:rsidRPr="00034C9B" w:rsidRDefault="003D6170" w:rsidP="0072033E">
      <w:pPr>
        <w:tabs>
          <w:tab w:val="left" w:pos="5103"/>
        </w:tabs>
        <w:jc w:val="both"/>
        <w:rPr>
          <w:noProof/>
          <w:sz w:val="20"/>
          <w:szCs w:val="20"/>
        </w:rPr>
      </w:pPr>
      <w:r w:rsidRPr="00034C9B">
        <w:rPr>
          <w:noProof/>
          <w:sz w:val="20"/>
          <w:szCs w:val="20"/>
          <w:u w:val="single"/>
        </w:rPr>
        <w:t>Szakmai el</w:t>
      </w:r>
      <w:r w:rsidR="00091C0D" w:rsidRPr="00034C9B">
        <w:rPr>
          <w:noProof/>
          <w:sz w:val="20"/>
          <w:szCs w:val="20"/>
          <w:u w:val="single"/>
        </w:rPr>
        <w:t>őterjesztő</w:t>
      </w:r>
      <w:r w:rsidR="00091C0D" w:rsidRPr="00034C9B">
        <w:rPr>
          <w:noProof/>
          <w:sz w:val="20"/>
          <w:szCs w:val="20"/>
        </w:rPr>
        <w:t>:</w:t>
      </w:r>
      <w:r w:rsidR="005F5BF6" w:rsidRPr="00034C9B">
        <w:rPr>
          <w:noProof/>
          <w:sz w:val="20"/>
          <w:szCs w:val="20"/>
        </w:rPr>
        <w:t xml:space="preserve"> </w:t>
      </w:r>
      <w:r w:rsidR="00665835" w:rsidRPr="00034C9B">
        <w:rPr>
          <w:noProof/>
          <w:sz w:val="20"/>
          <w:szCs w:val="20"/>
        </w:rPr>
        <w:t>Gazdasági társaságok ügyvezetői</w:t>
      </w:r>
      <w:r w:rsidR="00B55CA3" w:rsidRPr="00034C9B">
        <w:rPr>
          <w:noProof/>
          <w:sz w:val="20"/>
          <w:szCs w:val="20"/>
        </w:rPr>
        <w:t xml:space="preserve"> </w:t>
      </w:r>
      <w:r w:rsidR="0072033E" w:rsidRPr="00034C9B">
        <w:rPr>
          <w:noProof/>
          <w:sz w:val="20"/>
          <w:szCs w:val="20"/>
        </w:rPr>
        <w:tab/>
      </w:r>
      <w:r w:rsidR="0072033E" w:rsidRPr="00034C9B">
        <w:rPr>
          <w:noProof/>
          <w:sz w:val="20"/>
          <w:szCs w:val="20"/>
          <w:u w:val="single"/>
        </w:rPr>
        <w:t>Melléklet</w:t>
      </w:r>
      <w:r w:rsidR="0072033E" w:rsidRPr="00034C9B">
        <w:rPr>
          <w:noProof/>
          <w:sz w:val="20"/>
          <w:szCs w:val="20"/>
        </w:rPr>
        <w:t xml:space="preserve">: </w:t>
      </w:r>
      <w:r w:rsidR="00D93361" w:rsidRPr="00034C9B">
        <w:rPr>
          <w:noProof/>
          <w:sz w:val="20"/>
          <w:szCs w:val="20"/>
        </w:rPr>
        <w:t>3</w:t>
      </w:r>
      <w:r w:rsidR="00DA1C52" w:rsidRPr="00034C9B">
        <w:rPr>
          <w:noProof/>
          <w:sz w:val="20"/>
          <w:szCs w:val="20"/>
        </w:rPr>
        <w:t xml:space="preserve"> db beszámoló</w:t>
      </w:r>
    </w:p>
    <w:p w14:paraId="078215C7" w14:textId="6D1D9C25" w:rsidR="00576AB5" w:rsidRPr="00034C9B" w:rsidRDefault="009521CA" w:rsidP="0072033E">
      <w:pPr>
        <w:tabs>
          <w:tab w:val="left" w:pos="5103"/>
        </w:tabs>
        <w:jc w:val="both"/>
        <w:rPr>
          <w:noProof/>
          <w:sz w:val="20"/>
          <w:szCs w:val="20"/>
        </w:rPr>
      </w:pPr>
      <w:r w:rsidRPr="00034C9B">
        <w:rPr>
          <w:noProof/>
          <w:sz w:val="20"/>
          <w:szCs w:val="20"/>
          <w:u w:val="single"/>
        </w:rPr>
        <w:t>Ügyintéző</w:t>
      </w:r>
      <w:r w:rsidRPr="00034C9B">
        <w:rPr>
          <w:noProof/>
          <w:sz w:val="20"/>
          <w:szCs w:val="20"/>
        </w:rPr>
        <w:t xml:space="preserve">: </w:t>
      </w:r>
      <w:r w:rsidR="00034C9B" w:rsidRPr="00034C9B">
        <w:rPr>
          <w:noProof/>
          <w:sz w:val="20"/>
          <w:szCs w:val="20"/>
        </w:rPr>
        <w:t>Sipos Nikoletta pénzügyi irodavezető</w:t>
      </w:r>
    </w:p>
    <w:p w14:paraId="741BA215" w14:textId="77777777" w:rsidR="003F3F59" w:rsidRPr="00B57F8A" w:rsidRDefault="003F3F59" w:rsidP="00576AB5">
      <w:pPr>
        <w:jc w:val="center"/>
        <w:rPr>
          <w:b/>
          <w:noProof/>
          <w:sz w:val="23"/>
          <w:szCs w:val="23"/>
        </w:rPr>
      </w:pPr>
    </w:p>
    <w:p w14:paraId="1676F2B3" w14:textId="77777777" w:rsidR="003F3F59" w:rsidRDefault="003F3F59" w:rsidP="00576AB5">
      <w:pPr>
        <w:jc w:val="center"/>
        <w:rPr>
          <w:b/>
          <w:noProof/>
          <w:sz w:val="23"/>
          <w:szCs w:val="23"/>
        </w:rPr>
      </w:pPr>
    </w:p>
    <w:p w14:paraId="6752F0D7" w14:textId="77777777" w:rsidR="00D57A07" w:rsidRPr="00B57F8A" w:rsidRDefault="00D57A07" w:rsidP="00576AB5">
      <w:pPr>
        <w:jc w:val="center"/>
        <w:rPr>
          <w:b/>
          <w:noProof/>
          <w:sz w:val="23"/>
          <w:szCs w:val="23"/>
        </w:rPr>
      </w:pPr>
    </w:p>
    <w:p w14:paraId="647F53E8" w14:textId="224399FB" w:rsidR="00576AB5" w:rsidRPr="00B57F8A" w:rsidRDefault="00576AB5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ELŐTERJESZTÉS</w:t>
      </w:r>
    </w:p>
    <w:p w14:paraId="320BFD9F" w14:textId="77777777" w:rsidR="00DA1C52" w:rsidRPr="00B57F8A" w:rsidRDefault="00576AB5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Cegléd Város Önkormány</w:t>
      </w:r>
      <w:r w:rsidR="00DA1C52" w:rsidRPr="00B57F8A">
        <w:rPr>
          <w:b/>
          <w:noProof/>
          <w:sz w:val="23"/>
          <w:szCs w:val="23"/>
        </w:rPr>
        <w:t>zata Képviselő-testületének</w:t>
      </w:r>
    </w:p>
    <w:p w14:paraId="03C2DBE7" w14:textId="4CF4C060" w:rsidR="00576AB5" w:rsidRPr="00B57F8A" w:rsidRDefault="00B55CA3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20</w:t>
      </w:r>
      <w:r w:rsidR="00CE5B24" w:rsidRPr="00B57F8A">
        <w:rPr>
          <w:b/>
          <w:noProof/>
          <w:sz w:val="23"/>
          <w:szCs w:val="23"/>
        </w:rPr>
        <w:t>2</w:t>
      </w:r>
      <w:r w:rsidR="00356113">
        <w:rPr>
          <w:b/>
          <w:noProof/>
          <w:sz w:val="23"/>
          <w:szCs w:val="23"/>
        </w:rPr>
        <w:t>6</w:t>
      </w:r>
      <w:r w:rsidR="00576AB5" w:rsidRPr="00B57F8A">
        <w:rPr>
          <w:b/>
          <w:noProof/>
          <w:sz w:val="23"/>
          <w:szCs w:val="23"/>
        </w:rPr>
        <w:t>.</w:t>
      </w:r>
      <w:r w:rsidR="008A70A7" w:rsidRPr="00B57F8A">
        <w:rPr>
          <w:b/>
          <w:noProof/>
          <w:sz w:val="23"/>
          <w:szCs w:val="23"/>
        </w:rPr>
        <w:t xml:space="preserve"> </w:t>
      </w:r>
      <w:r w:rsidR="00356113">
        <w:rPr>
          <w:b/>
          <w:noProof/>
          <w:sz w:val="23"/>
          <w:szCs w:val="23"/>
        </w:rPr>
        <w:t>január</w:t>
      </w:r>
      <w:r w:rsidR="00B57F8A">
        <w:rPr>
          <w:b/>
          <w:noProof/>
          <w:sz w:val="23"/>
          <w:szCs w:val="23"/>
        </w:rPr>
        <w:t xml:space="preserve"> </w:t>
      </w:r>
      <w:r w:rsidR="00356113">
        <w:rPr>
          <w:b/>
          <w:noProof/>
          <w:sz w:val="23"/>
          <w:szCs w:val="23"/>
        </w:rPr>
        <w:t>22</w:t>
      </w:r>
      <w:r w:rsidR="0072033E" w:rsidRPr="00B57F8A">
        <w:rPr>
          <w:b/>
          <w:noProof/>
          <w:sz w:val="23"/>
          <w:szCs w:val="23"/>
        </w:rPr>
        <w:t>-</w:t>
      </w:r>
      <w:r w:rsidR="00356113">
        <w:rPr>
          <w:b/>
          <w:noProof/>
          <w:sz w:val="23"/>
          <w:szCs w:val="23"/>
        </w:rPr>
        <w:t>e</w:t>
      </w:r>
      <w:r w:rsidR="00DA1C52" w:rsidRPr="00B57F8A">
        <w:rPr>
          <w:b/>
          <w:noProof/>
          <w:sz w:val="23"/>
          <w:szCs w:val="23"/>
        </w:rPr>
        <w:t xml:space="preserve">i nyilvános </w:t>
      </w:r>
      <w:r w:rsidR="00576AB5" w:rsidRPr="00B57F8A">
        <w:rPr>
          <w:b/>
          <w:noProof/>
          <w:sz w:val="23"/>
          <w:szCs w:val="23"/>
        </w:rPr>
        <w:t>ülésére</w:t>
      </w:r>
    </w:p>
    <w:p w14:paraId="657AE09E" w14:textId="314E1226" w:rsidR="00576AB5" w:rsidRDefault="00576AB5" w:rsidP="00576AB5">
      <w:pPr>
        <w:jc w:val="center"/>
        <w:rPr>
          <w:noProof/>
          <w:sz w:val="23"/>
          <w:szCs w:val="23"/>
        </w:rPr>
      </w:pPr>
    </w:p>
    <w:p w14:paraId="1B1B0E4E" w14:textId="77777777" w:rsidR="00B57F8A" w:rsidRPr="00B57F8A" w:rsidRDefault="00B57F8A" w:rsidP="00576AB5">
      <w:pPr>
        <w:jc w:val="center"/>
        <w:rPr>
          <w:noProof/>
          <w:sz w:val="23"/>
          <w:szCs w:val="23"/>
        </w:rPr>
      </w:pPr>
    </w:p>
    <w:p w14:paraId="3607F3FA" w14:textId="77777777" w:rsidR="00576AB5" w:rsidRPr="00B57F8A" w:rsidRDefault="00576AB5" w:rsidP="00576AB5">
      <w:pPr>
        <w:jc w:val="center"/>
        <w:rPr>
          <w:b/>
          <w:noProof/>
          <w:sz w:val="23"/>
          <w:szCs w:val="23"/>
        </w:rPr>
      </w:pPr>
      <w:r w:rsidRPr="00B57F8A">
        <w:rPr>
          <w:b/>
          <w:noProof/>
          <w:sz w:val="23"/>
          <w:szCs w:val="23"/>
        </w:rPr>
        <w:t>Tisztelt Képviselő-testület!</w:t>
      </w:r>
    </w:p>
    <w:p w14:paraId="6A278AD8" w14:textId="77777777" w:rsidR="00354463" w:rsidRPr="00B57F8A" w:rsidRDefault="00354463" w:rsidP="00354463">
      <w:pPr>
        <w:rPr>
          <w:b/>
          <w:sz w:val="23"/>
          <w:szCs w:val="23"/>
        </w:rPr>
      </w:pPr>
    </w:p>
    <w:p w14:paraId="6F5FDEB5" w14:textId="77777777" w:rsidR="000D691C" w:rsidRPr="000D691C" w:rsidRDefault="000D691C" w:rsidP="00DA1C52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</w:p>
    <w:p w14:paraId="3A754D52" w14:textId="0AB7E462" w:rsidR="000D691C" w:rsidRPr="000D691C" w:rsidRDefault="000D691C" w:rsidP="000D691C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  <w:r w:rsidRPr="000D691C">
        <w:rPr>
          <w:sz w:val="23"/>
          <w:szCs w:val="23"/>
        </w:rPr>
        <w:t xml:space="preserve">Cegléd Város Önkormányzatának Képviselő-testülete a 16/2025. (I. 23.) </w:t>
      </w:r>
      <w:proofErr w:type="spellStart"/>
      <w:r w:rsidRPr="000D691C">
        <w:rPr>
          <w:sz w:val="23"/>
          <w:szCs w:val="23"/>
        </w:rPr>
        <w:t>Ök</w:t>
      </w:r>
      <w:proofErr w:type="spellEnd"/>
      <w:r w:rsidRPr="000D691C">
        <w:rPr>
          <w:sz w:val="23"/>
          <w:szCs w:val="23"/>
        </w:rPr>
        <w:t xml:space="preserve">. határozatával utasította az Önkormányzat tulajdonában lévő gazdasági társaságok ügyvezetőit, hogy </w:t>
      </w:r>
      <w:r w:rsidRPr="000D691C">
        <w:rPr>
          <w:i/>
          <w:sz w:val="23"/>
          <w:szCs w:val="23"/>
        </w:rPr>
        <w:t>készítsenek a Képviselő-testület tagjai számára összefoglalót azokról a folyamatban lévő ügyekről, projektekről, melyeknek a Képviselő-testület vagy a Polgármester döntése alapján felelősei</w:t>
      </w:r>
      <w:r w:rsidRPr="000D691C">
        <w:rPr>
          <w:sz w:val="23"/>
          <w:szCs w:val="23"/>
        </w:rPr>
        <w:t>. Ezeket az összefoglalókat a cégeknek aktualizálni kell havonta. A Tulajdonosi Bizottság részéről ezen beszámolók tárgyalását napirendre kell tűzni, indokolt esetben tulajdonosi döntést kezdeményezve.</w:t>
      </w:r>
    </w:p>
    <w:p w14:paraId="2D2F364E" w14:textId="77777777" w:rsidR="00E825C8" w:rsidRPr="00B57F8A" w:rsidRDefault="00E825C8" w:rsidP="00E825C8">
      <w:pPr>
        <w:pStyle w:val="Szvegtrzs"/>
        <w:overflowPunct w:val="0"/>
        <w:autoSpaceDE w:val="0"/>
        <w:autoSpaceDN w:val="0"/>
        <w:adjustRightInd w:val="0"/>
        <w:rPr>
          <w:sz w:val="23"/>
          <w:szCs w:val="23"/>
        </w:rPr>
      </w:pPr>
    </w:p>
    <w:p w14:paraId="0FC0A73B" w14:textId="2E2C8AA2" w:rsidR="003818A1" w:rsidRPr="00B57F8A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B57F8A">
        <w:rPr>
          <w:noProof/>
          <w:sz w:val="23"/>
          <w:szCs w:val="23"/>
        </w:rPr>
        <w:t>Cegléd Város Önkormányzatának a vagyon gazdálkodás szabályairól szóló 1/2018. (I.31.) önkormányzati rendelete 8. §-ában megállapított hatáskörére való tekintettel terjesztem elő az önkormányzati tulajdonú gazdasági társaságaink –</w:t>
      </w:r>
      <w:r w:rsidRPr="00B57F8A">
        <w:rPr>
          <w:b/>
          <w:noProof/>
          <w:sz w:val="23"/>
          <w:szCs w:val="23"/>
        </w:rPr>
        <w:t xml:space="preserve"> Ceglédi TV Közhasznú</w:t>
      </w:r>
      <w:r w:rsidRPr="00B57F8A">
        <w:rPr>
          <w:b/>
          <w:sz w:val="23"/>
          <w:szCs w:val="23"/>
        </w:rPr>
        <w:t xml:space="preserve"> Nonprofit Kft., VÁRVAG Városüzemeltetési és Vagyongazdálkodási Nonprofit Közhasznú Kft. és a „Kossuth Művelődési Központ” Nonprofit</w:t>
      </w:r>
      <w:r w:rsidR="0009398F" w:rsidRPr="00B57F8A">
        <w:rPr>
          <w:b/>
          <w:sz w:val="23"/>
          <w:szCs w:val="23"/>
        </w:rPr>
        <w:t xml:space="preserve"> Közhasznú</w:t>
      </w:r>
      <w:r w:rsidRPr="00B57F8A">
        <w:rPr>
          <w:b/>
          <w:sz w:val="23"/>
          <w:szCs w:val="23"/>
        </w:rPr>
        <w:t xml:space="preserve"> Kft. </w:t>
      </w:r>
      <w:r w:rsidRPr="00B57F8A">
        <w:rPr>
          <w:noProof/>
          <w:sz w:val="23"/>
          <w:szCs w:val="23"/>
        </w:rPr>
        <w:t xml:space="preserve">– </w:t>
      </w:r>
      <w:r w:rsidR="00E825C8" w:rsidRPr="00B57F8A">
        <w:rPr>
          <w:noProof/>
          <w:sz w:val="23"/>
          <w:szCs w:val="23"/>
        </w:rPr>
        <w:t xml:space="preserve">2025. </w:t>
      </w:r>
      <w:r w:rsidR="00356113">
        <w:rPr>
          <w:noProof/>
          <w:sz w:val="23"/>
          <w:szCs w:val="23"/>
        </w:rPr>
        <w:t>december</w:t>
      </w:r>
      <w:r w:rsidR="00CD3194">
        <w:rPr>
          <w:noProof/>
        </w:rPr>
        <w:t xml:space="preserve"> </w:t>
      </w:r>
      <w:r w:rsidR="00E825C8" w:rsidRPr="00B57F8A">
        <w:rPr>
          <w:noProof/>
          <w:sz w:val="23"/>
          <w:szCs w:val="23"/>
        </w:rPr>
        <w:t>havi beszámolóját, melyet mellékelten csatolok.</w:t>
      </w:r>
      <w:r w:rsidR="00ED002A" w:rsidRPr="00B57F8A">
        <w:rPr>
          <w:noProof/>
          <w:sz w:val="23"/>
          <w:szCs w:val="23"/>
        </w:rPr>
        <w:t xml:space="preserve"> </w:t>
      </w:r>
    </w:p>
    <w:p w14:paraId="6CDC4292" w14:textId="77777777" w:rsidR="003818A1" w:rsidRPr="00B57F8A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14:paraId="5E814BA6" w14:textId="0692606B" w:rsidR="00417B2C" w:rsidRPr="00B57F8A" w:rsidRDefault="0072033E" w:rsidP="00417B2C">
      <w:p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A</w:t>
      </w:r>
      <w:r w:rsidR="00AB1BC6" w:rsidRPr="00B57F8A">
        <w:rPr>
          <w:sz w:val="23"/>
          <w:szCs w:val="23"/>
        </w:rPr>
        <w:t>z előterjesztést</w:t>
      </w:r>
      <w:r w:rsidR="00AB1BC6" w:rsidRPr="00B57F8A">
        <w:rPr>
          <w:b/>
          <w:sz w:val="23"/>
          <w:szCs w:val="23"/>
        </w:rPr>
        <w:t xml:space="preserve"> a </w:t>
      </w:r>
      <w:r w:rsidR="00E825C8" w:rsidRPr="00B57F8A">
        <w:rPr>
          <w:b/>
          <w:sz w:val="23"/>
          <w:szCs w:val="23"/>
        </w:rPr>
        <w:t>Tulajdonosi</w:t>
      </w:r>
      <w:r w:rsidR="00AB1BC6" w:rsidRPr="00B57F8A">
        <w:rPr>
          <w:b/>
          <w:sz w:val="23"/>
          <w:szCs w:val="23"/>
        </w:rPr>
        <w:t xml:space="preserve"> Bizottság</w:t>
      </w:r>
      <w:r w:rsidR="00E825C8" w:rsidRPr="00B57F8A">
        <w:rPr>
          <w:b/>
          <w:sz w:val="23"/>
          <w:szCs w:val="23"/>
        </w:rPr>
        <w:t xml:space="preserve"> </w:t>
      </w:r>
      <w:r w:rsidRPr="00B57F8A">
        <w:rPr>
          <w:sz w:val="23"/>
          <w:szCs w:val="23"/>
        </w:rPr>
        <w:t>tárgyalja</w:t>
      </w:r>
      <w:r w:rsidR="00AB1BC6" w:rsidRPr="00B57F8A">
        <w:rPr>
          <w:b/>
          <w:sz w:val="23"/>
          <w:szCs w:val="23"/>
        </w:rPr>
        <w:t>.</w:t>
      </w:r>
      <w:r w:rsidR="00417B2C" w:rsidRPr="00B57F8A">
        <w:rPr>
          <w:b/>
          <w:sz w:val="23"/>
          <w:szCs w:val="23"/>
        </w:rPr>
        <w:t xml:space="preserve"> </w:t>
      </w:r>
      <w:r w:rsidR="00417B2C" w:rsidRPr="00B57F8A">
        <w:rPr>
          <w:sz w:val="23"/>
          <w:szCs w:val="23"/>
        </w:rPr>
        <w:t xml:space="preserve">A </w:t>
      </w:r>
      <w:r w:rsidR="00DA1C52" w:rsidRPr="00B57F8A">
        <w:rPr>
          <w:sz w:val="23"/>
          <w:szCs w:val="23"/>
        </w:rPr>
        <w:t>TUB</w:t>
      </w:r>
      <w:r w:rsidR="00417B2C" w:rsidRPr="00B57F8A">
        <w:rPr>
          <w:sz w:val="23"/>
          <w:szCs w:val="23"/>
        </w:rPr>
        <w:t xml:space="preserve"> véleménye – jegyzőkönyvi kivonat formájában – a </w:t>
      </w:r>
      <w:r w:rsidR="00E825C8" w:rsidRPr="00B57F8A">
        <w:rPr>
          <w:sz w:val="23"/>
          <w:szCs w:val="23"/>
        </w:rPr>
        <w:t>K</w:t>
      </w:r>
      <w:r w:rsidR="00417B2C" w:rsidRPr="00B57F8A">
        <w:rPr>
          <w:sz w:val="23"/>
          <w:szCs w:val="23"/>
        </w:rPr>
        <w:t>épviselő-testület ülésén helyben kerül ismertetésre.</w:t>
      </w:r>
    </w:p>
    <w:p w14:paraId="21401A57" w14:textId="77777777" w:rsidR="00AB1BC6" w:rsidRPr="00B57F8A" w:rsidRDefault="00AB1BC6" w:rsidP="00AB1BC6">
      <w:pPr>
        <w:spacing w:before="120"/>
        <w:jc w:val="both"/>
        <w:rPr>
          <w:b/>
          <w:sz w:val="23"/>
          <w:szCs w:val="23"/>
        </w:rPr>
      </w:pPr>
    </w:p>
    <w:p w14:paraId="333F38D3" w14:textId="6CA98D09" w:rsidR="00AB1BC6" w:rsidRPr="00B57F8A" w:rsidRDefault="00CE5B24" w:rsidP="00AB1BC6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A</w:t>
      </w:r>
      <w:r w:rsidR="00AB1BC6" w:rsidRPr="00B57F8A">
        <w:rPr>
          <w:sz w:val="23"/>
          <w:szCs w:val="23"/>
        </w:rPr>
        <w:t xml:space="preserve"> döntéshozatal </w:t>
      </w:r>
      <w:r w:rsidR="00AB1BC6" w:rsidRPr="00B57F8A">
        <w:rPr>
          <w:i/>
          <w:sz w:val="23"/>
          <w:szCs w:val="23"/>
        </w:rPr>
        <w:t>az egyesülési jogról, a közhasznú jogállásról, valamint a civil szervezetek működéséről és támogatásáról szóló 2011. évi CLXXV. törvény</w:t>
      </w:r>
      <w:r w:rsidR="00AB1BC6" w:rsidRPr="00B57F8A">
        <w:rPr>
          <w:sz w:val="23"/>
          <w:szCs w:val="23"/>
        </w:rPr>
        <w:t xml:space="preserve"> 37. § (1) bekezdése alapján, </w:t>
      </w:r>
      <w:r w:rsidR="00AB1BC6" w:rsidRPr="00B57F8A">
        <w:rPr>
          <w:b/>
          <w:sz w:val="23"/>
          <w:szCs w:val="23"/>
        </w:rPr>
        <w:t>nyilvános ülés</w:t>
      </w:r>
      <w:r w:rsidR="00AB1BC6" w:rsidRPr="00B57F8A">
        <w:rPr>
          <w:sz w:val="23"/>
          <w:szCs w:val="23"/>
        </w:rPr>
        <w:t xml:space="preserve"> keretében, </w:t>
      </w:r>
      <w:r w:rsidR="00AB1BC6" w:rsidRPr="00B57F8A">
        <w:rPr>
          <w:i/>
          <w:sz w:val="23"/>
          <w:szCs w:val="23"/>
        </w:rPr>
        <w:t>Magyarország helyi önkormányzatairól szóló 2011. évi CLXXXIX. törvény</w:t>
      </w:r>
      <w:r w:rsidR="00AB1BC6" w:rsidRPr="00B57F8A">
        <w:rPr>
          <w:sz w:val="23"/>
          <w:szCs w:val="23"/>
        </w:rPr>
        <w:t xml:space="preserve"> (Mötv.) 50. §-a alapján, figyelemmel a 47. § (2) bekezdésére, valamint a Kt. SzMSz </w:t>
      </w:r>
      <w:r w:rsidR="00DA1C52" w:rsidRPr="00B57F8A">
        <w:rPr>
          <w:sz w:val="23"/>
          <w:szCs w:val="23"/>
        </w:rPr>
        <w:t>59</w:t>
      </w:r>
      <w:r w:rsidR="00AB1BC6" w:rsidRPr="00B57F8A">
        <w:rPr>
          <w:sz w:val="23"/>
          <w:szCs w:val="23"/>
        </w:rPr>
        <w:t xml:space="preserve">. §-ára – </w:t>
      </w:r>
      <w:r w:rsidR="00AB1BC6" w:rsidRPr="00B57F8A">
        <w:rPr>
          <w:b/>
          <w:sz w:val="23"/>
          <w:szCs w:val="23"/>
        </w:rPr>
        <w:t>egyszerű szavazati arányt</w:t>
      </w:r>
      <w:r w:rsidR="00AB1BC6" w:rsidRPr="00B57F8A">
        <w:rPr>
          <w:sz w:val="23"/>
          <w:szCs w:val="23"/>
        </w:rPr>
        <w:t xml:space="preserve"> igényel.</w:t>
      </w:r>
    </w:p>
    <w:p w14:paraId="1B73B97E" w14:textId="77777777" w:rsidR="00AB1BC6" w:rsidRPr="00B57F8A" w:rsidRDefault="00AB1BC6" w:rsidP="00AE59ED">
      <w:pPr>
        <w:jc w:val="both"/>
        <w:rPr>
          <w:sz w:val="23"/>
          <w:szCs w:val="23"/>
        </w:rPr>
      </w:pPr>
    </w:p>
    <w:p w14:paraId="419FCB26" w14:textId="77777777" w:rsidR="00AB1BC6" w:rsidRPr="00B57F8A" w:rsidRDefault="00AB1BC6" w:rsidP="00AE59ED">
      <w:pPr>
        <w:jc w:val="both"/>
        <w:rPr>
          <w:sz w:val="23"/>
          <w:szCs w:val="23"/>
        </w:rPr>
      </w:pPr>
    </w:p>
    <w:p w14:paraId="2A41495F" w14:textId="2AB80099" w:rsidR="0024428A" w:rsidRDefault="00073CC7" w:rsidP="0024428A">
      <w:pPr>
        <w:jc w:val="both"/>
        <w:rPr>
          <w:sz w:val="23"/>
          <w:szCs w:val="23"/>
        </w:rPr>
      </w:pPr>
      <w:r w:rsidRPr="00B57F8A">
        <w:rPr>
          <w:sz w:val="23"/>
          <w:szCs w:val="23"/>
        </w:rPr>
        <w:t xml:space="preserve">Cegléd, </w:t>
      </w:r>
      <w:r w:rsidR="002B202C" w:rsidRPr="00B57F8A">
        <w:rPr>
          <w:sz w:val="23"/>
          <w:szCs w:val="23"/>
        </w:rPr>
        <w:t>202</w:t>
      </w:r>
      <w:r w:rsidR="00356113">
        <w:rPr>
          <w:sz w:val="23"/>
          <w:szCs w:val="23"/>
        </w:rPr>
        <w:t>6</w:t>
      </w:r>
      <w:r w:rsidR="002B202C" w:rsidRPr="00B57F8A">
        <w:rPr>
          <w:sz w:val="23"/>
          <w:szCs w:val="23"/>
        </w:rPr>
        <w:t xml:space="preserve">. </w:t>
      </w:r>
      <w:r w:rsidR="00356113">
        <w:rPr>
          <w:sz w:val="23"/>
          <w:szCs w:val="23"/>
        </w:rPr>
        <w:t>január 13</w:t>
      </w:r>
      <w:r w:rsidR="002B202C" w:rsidRPr="00B57F8A">
        <w:rPr>
          <w:sz w:val="23"/>
          <w:szCs w:val="23"/>
        </w:rPr>
        <w:t>.</w:t>
      </w:r>
    </w:p>
    <w:p w14:paraId="119698FD" w14:textId="77777777" w:rsidR="00D57A07" w:rsidRPr="00B57F8A" w:rsidRDefault="00D57A07" w:rsidP="0024428A">
      <w:pPr>
        <w:jc w:val="both"/>
        <w:rPr>
          <w:sz w:val="23"/>
          <w:szCs w:val="23"/>
        </w:rPr>
      </w:pPr>
    </w:p>
    <w:p w14:paraId="25A88FD0" w14:textId="77777777" w:rsidR="005F5BF6" w:rsidRPr="00B57F8A" w:rsidRDefault="005F5BF6" w:rsidP="005F5BF6">
      <w:pPr>
        <w:ind w:right="-2"/>
        <w:jc w:val="both"/>
        <w:rPr>
          <w:sz w:val="23"/>
          <w:szCs w:val="23"/>
        </w:rPr>
      </w:pPr>
    </w:p>
    <w:p w14:paraId="4EA1F148" w14:textId="77777777" w:rsidR="0024428A" w:rsidRPr="00B57F8A" w:rsidRDefault="00073CC7" w:rsidP="00073CC7">
      <w:pPr>
        <w:rPr>
          <w:sz w:val="23"/>
          <w:szCs w:val="23"/>
        </w:rPr>
      </w:pP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</w:rPr>
        <w:tab/>
        <w:t xml:space="preserve">      Dr. Csáky András</w:t>
      </w:r>
    </w:p>
    <w:p w14:paraId="35B24560" w14:textId="77777777" w:rsidR="0024428A" w:rsidRPr="00B57F8A" w:rsidRDefault="00665835" w:rsidP="00880EE3">
      <w:pPr>
        <w:ind w:left="6946"/>
        <w:rPr>
          <w:sz w:val="23"/>
          <w:szCs w:val="23"/>
        </w:rPr>
      </w:pPr>
      <w:r w:rsidRPr="00B57F8A">
        <w:rPr>
          <w:sz w:val="23"/>
          <w:szCs w:val="23"/>
        </w:rPr>
        <w:t xml:space="preserve"> </w:t>
      </w:r>
      <w:r w:rsidR="005D30D2" w:rsidRPr="00B57F8A">
        <w:rPr>
          <w:sz w:val="23"/>
          <w:szCs w:val="23"/>
        </w:rPr>
        <w:t>p</w:t>
      </w:r>
      <w:r w:rsidR="0024428A" w:rsidRPr="00B57F8A">
        <w:rPr>
          <w:sz w:val="23"/>
          <w:szCs w:val="23"/>
        </w:rPr>
        <w:t>olgármester</w:t>
      </w:r>
    </w:p>
    <w:p w14:paraId="40FACA59" w14:textId="77777777" w:rsidR="005D30D2" w:rsidRPr="00B57F8A" w:rsidRDefault="005D30D2" w:rsidP="00576AB5">
      <w:pPr>
        <w:jc w:val="center"/>
        <w:rPr>
          <w:b/>
          <w:bCs/>
          <w:sz w:val="23"/>
          <w:szCs w:val="23"/>
        </w:rPr>
        <w:sectPr w:rsidR="005D30D2" w:rsidRPr="00B57F8A" w:rsidSect="004B7877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0319FBB" w14:textId="77777777" w:rsidR="00111D6C" w:rsidRPr="00B57F8A" w:rsidRDefault="00111D6C" w:rsidP="00111D6C">
      <w:pPr>
        <w:jc w:val="center"/>
        <w:rPr>
          <w:b/>
          <w:bCs/>
          <w:sz w:val="23"/>
          <w:szCs w:val="23"/>
        </w:rPr>
      </w:pPr>
      <w:r w:rsidRPr="00B57F8A">
        <w:rPr>
          <w:b/>
          <w:bCs/>
          <w:sz w:val="23"/>
          <w:szCs w:val="23"/>
        </w:rPr>
        <w:lastRenderedPageBreak/>
        <w:t>I. Határozati javaslat</w:t>
      </w:r>
    </w:p>
    <w:p w14:paraId="3AC9BC40" w14:textId="77777777" w:rsidR="0047674D" w:rsidRPr="00B57F8A" w:rsidRDefault="0047674D" w:rsidP="00B15B05">
      <w:pPr>
        <w:jc w:val="both"/>
        <w:rPr>
          <w:sz w:val="23"/>
          <w:szCs w:val="23"/>
        </w:rPr>
      </w:pPr>
    </w:p>
    <w:p w14:paraId="6847ABB4" w14:textId="267D3083" w:rsidR="00417B2C" w:rsidRPr="00B57F8A" w:rsidRDefault="00B15B05" w:rsidP="00417B2C">
      <w:pPr>
        <w:jc w:val="both"/>
        <w:rPr>
          <w:sz w:val="23"/>
          <w:szCs w:val="23"/>
        </w:rPr>
      </w:pPr>
      <w:bookmarkStart w:id="1" w:name="_Hlk70942644"/>
      <w:r w:rsidRPr="00B57F8A">
        <w:rPr>
          <w:sz w:val="23"/>
          <w:szCs w:val="23"/>
        </w:rPr>
        <w:t>Cegléd Város Önkormányzatának Képviselő-testülete</w:t>
      </w:r>
      <w:r w:rsidR="00CE3339" w:rsidRPr="00B57F8A">
        <w:rPr>
          <w:sz w:val="23"/>
          <w:szCs w:val="23"/>
        </w:rPr>
        <w:t>,</w:t>
      </w:r>
      <w:r w:rsidRPr="00B57F8A">
        <w:rPr>
          <w:sz w:val="23"/>
          <w:szCs w:val="23"/>
        </w:rPr>
        <w:t xml:space="preserve"> </w:t>
      </w:r>
      <w:bookmarkEnd w:id="1"/>
      <w:r w:rsidR="00DA1C52" w:rsidRPr="00B57F8A">
        <w:rPr>
          <w:sz w:val="23"/>
          <w:szCs w:val="23"/>
        </w:rPr>
        <w:t>mint a Ceglédi TV Közhasznú Nonprofit Kft. legfőbb szerve a Tulajdonosi Bizottság véleményének figyelembevételével</w:t>
      </w:r>
    </w:p>
    <w:p w14:paraId="20930B08" w14:textId="30F77AEE" w:rsidR="00111D6C" w:rsidRPr="00B57F8A" w:rsidRDefault="00633DB8" w:rsidP="00DA1C52">
      <w:pPr>
        <w:pStyle w:val="Listaszerbekezds"/>
        <w:numPr>
          <w:ilvl w:val="0"/>
          <w:numId w:val="12"/>
        </w:numPr>
        <w:spacing w:before="120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E</w:t>
      </w:r>
      <w:r w:rsidR="00C80223" w:rsidRPr="00B57F8A">
        <w:rPr>
          <w:sz w:val="23"/>
          <w:szCs w:val="23"/>
        </w:rPr>
        <w:t>lfogad</w:t>
      </w:r>
      <w:r w:rsidR="00417B2C" w:rsidRPr="00B57F8A">
        <w:rPr>
          <w:sz w:val="23"/>
          <w:szCs w:val="23"/>
        </w:rPr>
        <w:t>ja</w:t>
      </w:r>
      <w:r w:rsidR="00111D6C" w:rsidRPr="00B57F8A">
        <w:rPr>
          <w:sz w:val="23"/>
          <w:szCs w:val="23"/>
        </w:rPr>
        <w:t xml:space="preserve"> a </w:t>
      </w:r>
      <w:r w:rsidR="00544951" w:rsidRPr="00B57F8A">
        <w:rPr>
          <w:noProof/>
          <w:sz w:val="23"/>
          <w:szCs w:val="23"/>
        </w:rPr>
        <w:t xml:space="preserve">Ceglédi TV Közhasznú Nonprofit Kft. </w:t>
      </w:r>
      <w:r w:rsidR="00111D6C" w:rsidRPr="00B57F8A">
        <w:rPr>
          <w:sz w:val="23"/>
          <w:szCs w:val="23"/>
        </w:rPr>
        <w:t xml:space="preserve">(2700 Cegléd, Teleki utca 12.) </w:t>
      </w:r>
      <w:r w:rsidR="00C71798" w:rsidRPr="00B57F8A">
        <w:rPr>
          <w:sz w:val="23"/>
          <w:szCs w:val="23"/>
        </w:rPr>
        <w:t>202</w:t>
      </w:r>
      <w:r w:rsidR="00356113">
        <w:rPr>
          <w:sz w:val="23"/>
          <w:szCs w:val="23"/>
        </w:rPr>
        <w:t>5</w:t>
      </w:r>
      <w:r w:rsidR="00C71798" w:rsidRPr="00B57F8A">
        <w:rPr>
          <w:sz w:val="23"/>
          <w:szCs w:val="23"/>
        </w:rPr>
        <w:t xml:space="preserve">. </w:t>
      </w:r>
      <w:r w:rsidR="00356113">
        <w:rPr>
          <w:sz w:val="23"/>
          <w:szCs w:val="23"/>
        </w:rPr>
        <w:t>decem</w:t>
      </w:r>
      <w:r w:rsidR="00034C9B">
        <w:rPr>
          <w:sz w:val="23"/>
          <w:szCs w:val="23"/>
        </w:rPr>
        <w:t>ber</w:t>
      </w:r>
      <w:r w:rsidR="00CD3194">
        <w:rPr>
          <w:noProof/>
        </w:rPr>
        <w:t xml:space="preserve"> </w:t>
      </w:r>
      <w:r w:rsidR="00C71798" w:rsidRPr="00B57F8A">
        <w:rPr>
          <w:sz w:val="23"/>
          <w:szCs w:val="23"/>
        </w:rPr>
        <w:t>havi beszámolóját</w:t>
      </w:r>
      <w:r w:rsidR="00111D6C" w:rsidRPr="00B57F8A">
        <w:rPr>
          <w:sz w:val="23"/>
          <w:szCs w:val="23"/>
        </w:rPr>
        <w:t>.</w:t>
      </w:r>
    </w:p>
    <w:p w14:paraId="441B084C" w14:textId="6633107C" w:rsidR="00111D6C" w:rsidRPr="00B57F8A" w:rsidRDefault="00633DB8" w:rsidP="00417B2C">
      <w:pPr>
        <w:numPr>
          <w:ilvl w:val="0"/>
          <w:numId w:val="12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Utasít</w:t>
      </w:r>
      <w:r w:rsidR="00417B2C" w:rsidRPr="00B57F8A">
        <w:rPr>
          <w:sz w:val="23"/>
          <w:szCs w:val="23"/>
        </w:rPr>
        <w:t>ja</w:t>
      </w:r>
      <w:r w:rsidR="00111D6C" w:rsidRPr="00B57F8A">
        <w:rPr>
          <w:sz w:val="23"/>
          <w:szCs w:val="23"/>
        </w:rPr>
        <w:t xml:space="preserve"> a Ceglédi Közös Önkormányzati Hivatalt, hogy a határozatról az érintetteket értesítse.</w:t>
      </w:r>
    </w:p>
    <w:p w14:paraId="5C1A3602" w14:textId="20DD9B22" w:rsidR="00111D6C" w:rsidRPr="00B57F8A" w:rsidRDefault="00111D6C" w:rsidP="00111D6C">
      <w:pPr>
        <w:ind w:left="360"/>
        <w:jc w:val="both"/>
        <w:rPr>
          <w:sz w:val="23"/>
          <w:szCs w:val="23"/>
        </w:rPr>
      </w:pPr>
    </w:p>
    <w:p w14:paraId="499BDF58" w14:textId="734EFBA9" w:rsidR="006A01FB" w:rsidRPr="00B57F8A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B57F8A">
        <w:rPr>
          <w:sz w:val="23"/>
          <w:szCs w:val="23"/>
          <w:u w:val="single"/>
        </w:rPr>
        <w:t>Határidő</w:t>
      </w:r>
      <w:r w:rsidRPr="00B57F8A">
        <w:rPr>
          <w:sz w:val="23"/>
          <w:szCs w:val="23"/>
        </w:rPr>
        <w:t>: azonnal</w:t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  <w:u w:val="single"/>
        </w:rPr>
        <w:t>Felelős</w:t>
      </w:r>
      <w:r w:rsidRPr="00B57F8A">
        <w:rPr>
          <w:sz w:val="23"/>
          <w:szCs w:val="23"/>
        </w:rPr>
        <w:t>: Dr. Csáky András polgármester</w:t>
      </w:r>
    </w:p>
    <w:p w14:paraId="56984501" w14:textId="1EA698FC" w:rsidR="00111D6C" w:rsidRPr="00B57F8A" w:rsidRDefault="00111D6C" w:rsidP="00111D6C">
      <w:pPr>
        <w:jc w:val="both"/>
        <w:rPr>
          <w:sz w:val="23"/>
          <w:szCs w:val="23"/>
        </w:rPr>
      </w:pPr>
    </w:p>
    <w:p w14:paraId="2A9C0BCF" w14:textId="77777777" w:rsidR="00111D6C" w:rsidRPr="00B57F8A" w:rsidRDefault="00111D6C" w:rsidP="00111D6C">
      <w:pPr>
        <w:jc w:val="both"/>
        <w:rPr>
          <w:sz w:val="23"/>
          <w:szCs w:val="23"/>
          <w:u w:val="single"/>
        </w:rPr>
      </w:pPr>
      <w:r w:rsidRPr="00B57F8A">
        <w:rPr>
          <w:sz w:val="23"/>
          <w:szCs w:val="23"/>
          <w:u w:val="single"/>
        </w:rPr>
        <w:t>A határozatot kapja:</w:t>
      </w:r>
    </w:p>
    <w:p w14:paraId="3F7DD2E0" w14:textId="789FFDDD" w:rsidR="00111D6C" w:rsidRDefault="008353D3" w:rsidP="003E2EAE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Kontroller</w:t>
      </w:r>
    </w:p>
    <w:p w14:paraId="5E491938" w14:textId="4244FDED" w:rsidR="00F30CA8" w:rsidRDefault="00F30CA8" w:rsidP="003E2EAE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>
        <w:rPr>
          <w:sz w:val="23"/>
          <w:szCs w:val="23"/>
        </w:rPr>
        <w:t>Pénzügyi iroda</w:t>
      </w:r>
    </w:p>
    <w:p w14:paraId="634AB972" w14:textId="4FC34E5C" w:rsidR="00F30CA8" w:rsidRPr="00B57F8A" w:rsidRDefault="00F30CA8" w:rsidP="003E2EAE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>
        <w:rPr>
          <w:sz w:val="23"/>
          <w:szCs w:val="23"/>
        </w:rPr>
        <w:t>Belső ellenőrök</w:t>
      </w:r>
    </w:p>
    <w:p w14:paraId="590FAA93" w14:textId="77777777" w:rsidR="008773B4" w:rsidRPr="00B57F8A" w:rsidRDefault="00544951" w:rsidP="00111D6C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 w:rsidRPr="00B57F8A">
        <w:rPr>
          <w:noProof/>
          <w:sz w:val="23"/>
          <w:szCs w:val="23"/>
        </w:rPr>
        <w:t>Ceglédi TV Közhasznú Nonprofit Kft.</w:t>
      </w:r>
    </w:p>
    <w:p w14:paraId="490FA304" w14:textId="2F6B1B49" w:rsidR="00111D6C" w:rsidRDefault="00111D6C" w:rsidP="00111D6C">
      <w:pPr>
        <w:jc w:val="both"/>
        <w:rPr>
          <w:sz w:val="23"/>
          <w:szCs w:val="23"/>
        </w:rPr>
      </w:pPr>
    </w:p>
    <w:p w14:paraId="01158405" w14:textId="77777777" w:rsidR="003851B0" w:rsidRDefault="003851B0" w:rsidP="00111D6C">
      <w:pPr>
        <w:jc w:val="both"/>
        <w:rPr>
          <w:sz w:val="23"/>
          <w:szCs w:val="23"/>
        </w:rPr>
      </w:pPr>
    </w:p>
    <w:p w14:paraId="280EE6C8" w14:textId="77777777" w:rsidR="003851B0" w:rsidRDefault="003851B0" w:rsidP="00111D6C">
      <w:pPr>
        <w:jc w:val="both"/>
        <w:rPr>
          <w:sz w:val="23"/>
          <w:szCs w:val="23"/>
        </w:rPr>
      </w:pPr>
    </w:p>
    <w:p w14:paraId="1213E872" w14:textId="77777777" w:rsidR="003851B0" w:rsidRPr="00B57F8A" w:rsidRDefault="003851B0" w:rsidP="00111D6C">
      <w:pPr>
        <w:jc w:val="both"/>
        <w:rPr>
          <w:sz w:val="23"/>
          <w:szCs w:val="23"/>
        </w:rPr>
      </w:pPr>
    </w:p>
    <w:p w14:paraId="77EDB395" w14:textId="5DB04A5D" w:rsidR="008773B4" w:rsidRPr="00B57F8A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  <w:r w:rsidRPr="00B57F8A">
        <w:rPr>
          <w:b/>
          <w:sz w:val="23"/>
          <w:szCs w:val="23"/>
        </w:rPr>
        <w:t>II</w:t>
      </w:r>
      <w:r w:rsidR="008773B4" w:rsidRPr="00B57F8A">
        <w:rPr>
          <w:b/>
          <w:sz w:val="23"/>
          <w:szCs w:val="23"/>
        </w:rPr>
        <w:t>. Határozati javaslat</w:t>
      </w:r>
    </w:p>
    <w:p w14:paraId="750F40E1" w14:textId="77777777" w:rsidR="008773B4" w:rsidRPr="00B57F8A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3"/>
          <w:szCs w:val="23"/>
        </w:rPr>
      </w:pPr>
    </w:p>
    <w:p w14:paraId="6538EB5A" w14:textId="0D06C8FD" w:rsidR="00597FE0" w:rsidRPr="00B57F8A" w:rsidRDefault="00B15B05" w:rsidP="00597FE0">
      <w:pPr>
        <w:jc w:val="both"/>
        <w:rPr>
          <w:sz w:val="23"/>
          <w:szCs w:val="23"/>
        </w:rPr>
      </w:pPr>
      <w:bookmarkStart w:id="2" w:name="_Hlk513115989"/>
      <w:r w:rsidRPr="00B57F8A">
        <w:rPr>
          <w:sz w:val="23"/>
          <w:szCs w:val="23"/>
        </w:rPr>
        <w:t>Cegléd Város Önkor</w:t>
      </w:r>
      <w:r w:rsidR="00DA1C52" w:rsidRPr="00B57F8A">
        <w:rPr>
          <w:sz w:val="23"/>
          <w:szCs w:val="23"/>
        </w:rPr>
        <w:t>mányzatának Képviselő-testülete, mint a VÁRVAG Városüzemeltetési és Vagyongazdálkodási Nonprofit Közhasznú Kft. legfőbb szerve a Tulajdonosi Bizottság véleményének figyelembevételével</w:t>
      </w:r>
    </w:p>
    <w:p w14:paraId="0D6AA6C0" w14:textId="77777777" w:rsidR="00805113" w:rsidRPr="00B57F8A" w:rsidRDefault="00805113" w:rsidP="00597FE0">
      <w:pPr>
        <w:jc w:val="both"/>
        <w:rPr>
          <w:sz w:val="23"/>
          <w:szCs w:val="23"/>
        </w:rPr>
      </w:pPr>
    </w:p>
    <w:p w14:paraId="53A9C006" w14:textId="7C3D6364" w:rsidR="008773B4" w:rsidRPr="00B57F8A" w:rsidRDefault="00633DB8" w:rsidP="00597FE0">
      <w:pPr>
        <w:pStyle w:val="Listaszerbekezds"/>
        <w:numPr>
          <w:ilvl w:val="0"/>
          <w:numId w:val="13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Elfogad</w:t>
      </w:r>
      <w:r w:rsidR="00597FE0" w:rsidRPr="00B57F8A">
        <w:rPr>
          <w:sz w:val="23"/>
          <w:szCs w:val="23"/>
        </w:rPr>
        <w:t>ja</w:t>
      </w:r>
      <w:r w:rsidR="008773B4" w:rsidRPr="00B57F8A">
        <w:rPr>
          <w:sz w:val="23"/>
          <w:szCs w:val="23"/>
        </w:rPr>
        <w:t xml:space="preserve"> a VÁRVAG </w:t>
      </w:r>
      <w:bookmarkStart w:id="3" w:name="_Hlk513115200"/>
      <w:r w:rsidR="008773B4" w:rsidRPr="00B57F8A">
        <w:rPr>
          <w:sz w:val="23"/>
          <w:szCs w:val="23"/>
        </w:rPr>
        <w:t>Város</w:t>
      </w:r>
      <w:r w:rsidR="00393792" w:rsidRPr="00B57F8A">
        <w:rPr>
          <w:sz w:val="23"/>
          <w:szCs w:val="23"/>
        </w:rPr>
        <w:t xml:space="preserve">üzemeltetési </w:t>
      </w:r>
      <w:bookmarkEnd w:id="3"/>
      <w:r w:rsidR="008773B4" w:rsidRPr="00B57F8A">
        <w:rPr>
          <w:sz w:val="23"/>
          <w:szCs w:val="23"/>
        </w:rPr>
        <w:t xml:space="preserve">és Vagyongazdálkodási Nonprofit Közhasznú Kft. (2700 Cegléd, Gubody utca 28.) </w:t>
      </w:r>
      <w:r w:rsidR="00C71798" w:rsidRPr="00B57F8A">
        <w:rPr>
          <w:sz w:val="23"/>
          <w:szCs w:val="23"/>
        </w:rPr>
        <w:t xml:space="preserve">2025. </w:t>
      </w:r>
      <w:r w:rsidR="00356113">
        <w:rPr>
          <w:sz w:val="23"/>
          <w:szCs w:val="23"/>
        </w:rPr>
        <w:t>december</w:t>
      </w:r>
      <w:r w:rsidR="00CD3194">
        <w:rPr>
          <w:noProof/>
        </w:rPr>
        <w:t xml:space="preserve"> </w:t>
      </w:r>
      <w:r w:rsidR="00C71798" w:rsidRPr="00B57F8A">
        <w:rPr>
          <w:sz w:val="23"/>
          <w:szCs w:val="23"/>
        </w:rPr>
        <w:t>havi beszámolóját</w:t>
      </w:r>
      <w:r w:rsidR="008773B4" w:rsidRPr="00B57F8A">
        <w:rPr>
          <w:sz w:val="23"/>
          <w:szCs w:val="23"/>
        </w:rPr>
        <w:t>.</w:t>
      </w:r>
    </w:p>
    <w:p w14:paraId="32388856" w14:textId="77777777" w:rsidR="008773B4" w:rsidRPr="00B57F8A" w:rsidRDefault="00633DB8" w:rsidP="00597FE0">
      <w:pPr>
        <w:numPr>
          <w:ilvl w:val="0"/>
          <w:numId w:val="13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Utasít</w:t>
      </w:r>
      <w:r w:rsidR="00597FE0" w:rsidRPr="00B57F8A">
        <w:rPr>
          <w:sz w:val="23"/>
          <w:szCs w:val="23"/>
        </w:rPr>
        <w:t>ja</w:t>
      </w:r>
      <w:r w:rsidR="008773B4" w:rsidRPr="00B57F8A">
        <w:rPr>
          <w:sz w:val="23"/>
          <w:szCs w:val="23"/>
        </w:rPr>
        <w:t xml:space="preserve"> a Ceglédi Közös Önkormányzati Hivatalt, hogy a határozatról az érintetteket értesítse.</w:t>
      </w:r>
    </w:p>
    <w:bookmarkEnd w:id="2"/>
    <w:p w14:paraId="3DD32322" w14:textId="0793D0EE" w:rsidR="008773B4" w:rsidRPr="00B57F8A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  <w:u w:val="single"/>
        </w:rPr>
      </w:pPr>
    </w:p>
    <w:p w14:paraId="67F7ABA9" w14:textId="6FBEAC95" w:rsidR="008773B4" w:rsidRPr="00B57F8A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B57F8A">
        <w:rPr>
          <w:sz w:val="23"/>
          <w:szCs w:val="23"/>
          <w:u w:val="single"/>
        </w:rPr>
        <w:t>Határidő</w:t>
      </w:r>
      <w:r w:rsidRPr="00B57F8A">
        <w:rPr>
          <w:sz w:val="23"/>
          <w:szCs w:val="23"/>
        </w:rPr>
        <w:t>: azonnal</w:t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  <w:u w:val="single"/>
        </w:rPr>
        <w:t>Felelős</w:t>
      </w:r>
      <w:r w:rsidR="003E2EAE" w:rsidRPr="00B57F8A">
        <w:rPr>
          <w:sz w:val="23"/>
          <w:szCs w:val="23"/>
        </w:rPr>
        <w:t>: Dr. Csáky András</w:t>
      </w:r>
      <w:r w:rsidRPr="00B57F8A">
        <w:rPr>
          <w:sz w:val="23"/>
          <w:szCs w:val="23"/>
        </w:rPr>
        <w:t xml:space="preserve"> polgármester</w:t>
      </w:r>
    </w:p>
    <w:p w14:paraId="23816A35" w14:textId="77777777" w:rsidR="008773B4" w:rsidRPr="00B57F8A" w:rsidRDefault="008773B4" w:rsidP="008773B4">
      <w:pPr>
        <w:jc w:val="both"/>
        <w:rPr>
          <w:sz w:val="23"/>
          <w:szCs w:val="23"/>
        </w:rPr>
      </w:pPr>
    </w:p>
    <w:p w14:paraId="36D437BD" w14:textId="68604240" w:rsidR="008773B4" w:rsidRPr="00B57F8A" w:rsidRDefault="008773B4" w:rsidP="008773B4">
      <w:pPr>
        <w:jc w:val="both"/>
        <w:rPr>
          <w:sz w:val="23"/>
          <w:szCs w:val="23"/>
          <w:u w:val="single"/>
        </w:rPr>
      </w:pPr>
      <w:r w:rsidRPr="00B57F8A">
        <w:rPr>
          <w:sz w:val="23"/>
          <w:szCs w:val="23"/>
          <w:u w:val="single"/>
        </w:rPr>
        <w:t>A határozatot kapja:</w:t>
      </w:r>
    </w:p>
    <w:p w14:paraId="066B2841" w14:textId="629955D7" w:rsidR="008773B4" w:rsidRDefault="008353D3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Kontroller</w:t>
      </w:r>
    </w:p>
    <w:p w14:paraId="6CCCFB06" w14:textId="33700932" w:rsidR="00F30CA8" w:rsidRDefault="00F30CA8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>
        <w:rPr>
          <w:sz w:val="23"/>
          <w:szCs w:val="23"/>
        </w:rPr>
        <w:t>Pénzügyi iroda</w:t>
      </w:r>
    </w:p>
    <w:p w14:paraId="42D2F270" w14:textId="727C6456" w:rsidR="00F30CA8" w:rsidRPr="00B57F8A" w:rsidRDefault="00F30CA8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>
        <w:rPr>
          <w:sz w:val="23"/>
          <w:szCs w:val="23"/>
        </w:rPr>
        <w:t>Belső ellenőrök</w:t>
      </w:r>
    </w:p>
    <w:p w14:paraId="57F3E9E1" w14:textId="3AEF0B75" w:rsidR="008773B4" w:rsidRPr="00B57F8A" w:rsidRDefault="008773B4" w:rsidP="003E2EAE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 xml:space="preserve">VÁRVAG </w:t>
      </w:r>
      <w:r w:rsidR="00393792" w:rsidRPr="00B57F8A">
        <w:rPr>
          <w:sz w:val="23"/>
          <w:szCs w:val="23"/>
        </w:rPr>
        <w:t xml:space="preserve">Városüzemeltetési </w:t>
      </w:r>
      <w:r w:rsidRPr="00B57F8A">
        <w:rPr>
          <w:sz w:val="23"/>
          <w:szCs w:val="23"/>
        </w:rPr>
        <w:t>és Vagyongazdálkodási Nonprofit Közhasznú Kft.</w:t>
      </w:r>
    </w:p>
    <w:p w14:paraId="71912CBA" w14:textId="77777777" w:rsidR="003F3F59" w:rsidRDefault="003F3F59" w:rsidP="00111D6C">
      <w:pPr>
        <w:jc w:val="both"/>
        <w:rPr>
          <w:sz w:val="23"/>
          <w:szCs w:val="23"/>
        </w:rPr>
      </w:pPr>
    </w:p>
    <w:p w14:paraId="26F5B69E" w14:textId="77777777" w:rsidR="003851B0" w:rsidRDefault="003851B0" w:rsidP="00111D6C">
      <w:pPr>
        <w:jc w:val="both"/>
        <w:rPr>
          <w:sz w:val="23"/>
          <w:szCs w:val="23"/>
        </w:rPr>
      </w:pPr>
    </w:p>
    <w:p w14:paraId="29E2FB87" w14:textId="77777777" w:rsidR="003851B0" w:rsidRDefault="003851B0" w:rsidP="00111D6C">
      <w:pPr>
        <w:jc w:val="both"/>
        <w:rPr>
          <w:sz w:val="23"/>
          <w:szCs w:val="23"/>
        </w:rPr>
      </w:pPr>
    </w:p>
    <w:p w14:paraId="15F3FD5A" w14:textId="77777777" w:rsidR="003851B0" w:rsidRDefault="003851B0" w:rsidP="00111D6C">
      <w:pPr>
        <w:jc w:val="both"/>
        <w:rPr>
          <w:sz w:val="23"/>
          <w:szCs w:val="23"/>
        </w:rPr>
      </w:pPr>
    </w:p>
    <w:p w14:paraId="79E8E972" w14:textId="77777777" w:rsidR="003851B0" w:rsidRDefault="003851B0" w:rsidP="00111D6C">
      <w:pPr>
        <w:jc w:val="both"/>
        <w:rPr>
          <w:sz w:val="23"/>
          <w:szCs w:val="23"/>
        </w:rPr>
      </w:pPr>
    </w:p>
    <w:p w14:paraId="6B767AC9" w14:textId="77777777" w:rsidR="003851B0" w:rsidRDefault="003851B0" w:rsidP="00111D6C">
      <w:pPr>
        <w:jc w:val="both"/>
        <w:rPr>
          <w:sz w:val="23"/>
          <w:szCs w:val="23"/>
        </w:rPr>
      </w:pPr>
    </w:p>
    <w:p w14:paraId="3D12B93B" w14:textId="77777777" w:rsidR="003851B0" w:rsidRDefault="003851B0" w:rsidP="00111D6C">
      <w:pPr>
        <w:jc w:val="both"/>
        <w:rPr>
          <w:sz w:val="23"/>
          <w:szCs w:val="23"/>
        </w:rPr>
      </w:pPr>
    </w:p>
    <w:p w14:paraId="791C2ADD" w14:textId="77777777" w:rsidR="003851B0" w:rsidRDefault="003851B0" w:rsidP="00111D6C">
      <w:pPr>
        <w:jc w:val="both"/>
        <w:rPr>
          <w:sz w:val="23"/>
          <w:szCs w:val="23"/>
        </w:rPr>
      </w:pPr>
    </w:p>
    <w:p w14:paraId="0A8A97B6" w14:textId="77777777" w:rsidR="003851B0" w:rsidRDefault="003851B0" w:rsidP="00111D6C">
      <w:pPr>
        <w:jc w:val="both"/>
        <w:rPr>
          <w:sz w:val="23"/>
          <w:szCs w:val="23"/>
        </w:rPr>
      </w:pPr>
    </w:p>
    <w:p w14:paraId="29383967" w14:textId="77777777" w:rsidR="003851B0" w:rsidRDefault="003851B0" w:rsidP="00111D6C">
      <w:pPr>
        <w:jc w:val="both"/>
        <w:rPr>
          <w:sz w:val="23"/>
          <w:szCs w:val="23"/>
        </w:rPr>
      </w:pPr>
    </w:p>
    <w:p w14:paraId="082EAF0D" w14:textId="77777777" w:rsidR="003851B0" w:rsidRDefault="003851B0" w:rsidP="00111D6C">
      <w:pPr>
        <w:jc w:val="both"/>
        <w:rPr>
          <w:sz w:val="23"/>
          <w:szCs w:val="23"/>
        </w:rPr>
      </w:pPr>
    </w:p>
    <w:p w14:paraId="10723060" w14:textId="77777777" w:rsidR="003851B0" w:rsidRDefault="003851B0" w:rsidP="00111D6C">
      <w:pPr>
        <w:jc w:val="both"/>
        <w:rPr>
          <w:sz w:val="23"/>
          <w:szCs w:val="23"/>
        </w:rPr>
      </w:pPr>
    </w:p>
    <w:p w14:paraId="01F0C07E" w14:textId="77777777" w:rsidR="003851B0" w:rsidRDefault="003851B0" w:rsidP="00111D6C">
      <w:pPr>
        <w:jc w:val="both"/>
        <w:rPr>
          <w:sz w:val="23"/>
          <w:szCs w:val="23"/>
        </w:rPr>
      </w:pPr>
    </w:p>
    <w:p w14:paraId="60821F7E" w14:textId="77777777" w:rsidR="003851B0" w:rsidRPr="00B57F8A" w:rsidRDefault="003851B0" w:rsidP="00111D6C">
      <w:pPr>
        <w:jc w:val="both"/>
        <w:rPr>
          <w:sz w:val="23"/>
          <w:szCs w:val="23"/>
        </w:rPr>
      </w:pPr>
    </w:p>
    <w:p w14:paraId="5C9C2320" w14:textId="56739E97" w:rsidR="00111D6C" w:rsidRPr="00B57F8A" w:rsidRDefault="003E2EAE" w:rsidP="00111D6C">
      <w:pPr>
        <w:jc w:val="center"/>
        <w:rPr>
          <w:b/>
          <w:bCs/>
          <w:sz w:val="23"/>
          <w:szCs w:val="23"/>
        </w:rPr>
      </w:pPr>
      <w:r w:rsidRPr="00B57F8A">
        <w:rPr>
          <w:b/>
          <w:noProof/>
          <w:sz w:val="23"/>
          <w:szCs w:val="23"/>
        </w:rPr>
        <w:lastRenderedPageBreak/>
        <w:t>II</w:t>
      </w:r>
      <w:r w:rsidR="008773B4" w:rsidRPr="00B57F8A">
        <w:rPr>
          <w:b/>
          <w:noProof/>
          <w:sz w:val="23"/>
          <w:szCs w:val="23"/>
        </w:rPr>
        <w:t>I</w:t>
      </w:r>
      <w:r w:rsidR="00111D6C" w:rsidRPr="00B57F8A">
        <w:rPr>
          <w:b/>
          <w:noProof/>
          <w:sz w:val="23"/>
          <w:szCs w:val="23"/>
        </w:rPr>
        <w:t xml:space="preserve">. </w:t>
      </w:r>
      <w:r w:rsidR="00111D6C" w:rsidRPr="00B57F8A">
        <w:rPr>
          <w:b/>
          <w:bCs/>
          <w:sz w:val="23"/>
          <w:szCs w:val="23"/>
        </w:rPr>
        <w:t>Határozati javaslat</w:t>
      </w:r>
    </w:p>
    <w:p w14:paraId="6CFC77E3" w14:textId="0F813F25" w:rsidR="00111D6C" w:rsidRPr="00B57F8A" w:rsidRDefault="00111D6C" w:rsidP="00111D6C">
      <w:pPr>
        <w:jc w:val="center"/>
        <w:rPr>
          <w:b/>
          <w:bCs/>
          <w:sz w:val="23"/>
          <w:szCs w:val="23"/>
        </w:rPr>
      </w:pPr>
    </w:p>
    <w:p w14:paraId="2E649DA9" w14:textId="74D8354B" w:rsidR="00DA1C52" w:rsidRPr="00B57F8A" w:rsidRDefault="00B15B05" w:rsidP="00DA1C52">
      <w:p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Cegléd Város Önkor</w:t>
      </w:r>
      <w:r w:rsidR="00DA1C52" w:rsidRPr="00B57F8A">
        <w:rPr>
          <w:sz w:val="23"/>
          <w:szCs w:val="23"/>
        </w:rPr>
        <w:t>mányzatának Képviselő-testülete, mint a „Kossuth Művelődési Központ” Nonprofit Közhasznú Kft. legfőbb szerve a Tulajdonosi Bizottság véleményének figyelembevételével</w:t>
      </w:r>
    </w:p>
    <w:p w14:paraId="2C902392" w14:textId="1A6BA17E" w:rsidR="006011BF" w:rsidRPr="00B57F8A" w:rsidRDefault="006011BF" w:rsidP="00597FE0">
      <w:pPr>
        <w:jc w:val="both"/>
        <w:rPr>
          <w:sz w:val="23"/>
          <w:szCs w:val="23"/>
        </w:rPr>
      </w:pPr>
    </w:p>
    <w:p w14:paraId="30B1654B" w14:textId="73DCD424" w:rsidR="006011BF" w:rsidRPr="00B57F8A" w:rsidRDefault="00633DB8" w:rsidP="00F41BB7">
      <w:pPr>
        <w:numPr>
          <w:ilvl w:val="0"/>
          <w:numId w:val="8"/>
        </w:numPr>
        <w:ind w:left="709" w:hanging="283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Elfogad</w:t>
      </w:r>
      <w:r w:rsidR="00597FE0" w:rsidRPr="00B57F8A">
        <w:rPr>
          <w:sz w:val="23"/>
          <w:szCs w:val="23"/>
        </w:rPr>
        <w:t>ja</w:t>
      </w:r>
      <w:r w:rsidR="006011BF" w:rsidRPr="00B57F8A">
        <w:rPr>
          <w:sz w:val="23"/>
          <w:szCs w:val="23"/>
        </w:rPr>
        <w:t xml:space="preserve"> a </w:t>
      </w:r>
      <w:bookmarkStart w:id="4" w:name="_Hlk513116080"/>
      <w:r w:rsidR="006011BF" w:rsidRPr="00B57F8A">
        <w:rPr>
          <w:sz w:val="23"/>
          <w:szCs w:val="23"/>
        </w:rPr>
        <w:t xml:space="preserve">„Kossuth Művelődési Központ” </w:t>
      </w:r>
      <w:r w:rsidR="0009398F" w:rsidRPr="00B57F8A">
        <w:rPr>
          <w:sz w:val="23"/>
          <w:szCs w:val="23"/>
        </w:rPr>
        <w:t>Nonprofit Közhasznú</w:t>
      </w:r>
      <w:r w:rsidR="006011BF" w:rsidRPr="00B57F8A">
        <w:rPr>
          <w:sz w:val="23"/>
          <w:szCs w:val="23"/>
        </w:rPr>
        <w:t xml:space="preserve"> Kft.</w:t>
      </w:r>
      <w:r w:rsidR="006011BF" w:rsidRPr="00B57F8A">
        <w:rPr>
          <w:b/>
          <w:sz w:val="23"/>
          <w:szCs w:val="23"/>
        </w:rPr>
        <w:t xml:space="preserve"> </w:t>
      </w:r>
      <w:bookmarkEnd w:id="4"/>
      <w:r w:rsidR="006011BF" w:rsidRPr="00B57F8A">
        <w:rPr>
          <w:sz w:val="23"/>
          <w:szCs w:val="23"/>
        </w:rPr>
        <w:t xml:space="preserve">(2700 Cegléd, Kossuth tér 5/A) </w:t>
      </w:r>
      <w:r w:rsidR="00C71798" w:rsidRPr="00B57F8A">
        <w:rPr>
          <w:sz w:val="23"/>
          <w:szCs w:val="23"/>
        </w:rPr>
        <w:t xml:space="preserve">2025. </w:t>
      </w:r>
      <w:r w:rsidR="00356113">
        <w:rPr>
          <w:sz w:val="23"/>
          <w:szCs w:val="23"/>
        </w:rPr>
        <w:t>december</w:t>
      </w:r>
      <w:r w:rsidR="00CD3194">
        <w:rPr>
          <w:noProof/>
        </w:rPr>
        <w:t xml:space="preserve"> </w:t>
      </w:r>
      <w:r w:rsidR="00C71798" w:rsidRPr="00B57F8A">
        <w:rPr>
          <w:sz w:val="23"/>
          <w:szCs w:val="23"/>
        </w:rPr>
        <w:t>havi beszámolóját</w:t>
      </w:r>
      <w:r w:rsidR="006011BF" w:rsidRPr="00B57F8A">
        <w:rPr>
          <w:sz w:val="23"/>
          <w:szCs w:val="23"/>
        </w:rPr>
        <w:t>.</w:t>
      </w:r>
    </w:p>
    <w:p w14:paraId="2087AC24" w14:textId="3C208AA3" w:rsidR="006011BF" w:rsidRPr="00B57F8A" w:rsidRDefault="00633DB8" w:rsidP="00F41BB7">
      <w:pPr>
        <w:numPr>
          <w:ilvl w:val="0"/>
          <w:numId w:val="8"/>
        </w:numPr>
        <w:ind w:left="709" w:hanging="283"/>
        <w:jc w:val="both"/>
        <w:rPr>
          <w:sz w:val="23"/>
          <w:szCs w:val="23"/>
        </w:rPr>
      </w:pPr>
      <w:r w:rsidRPr="00B57F8A">
        <w:rPr>
          <w:sz w:val="23"/>
          <w:szCs w:val="23"/>
        </w:rPr>
        <w:t>Utasít</w:t>
      </w:r>
      <w:r w:rsidR="00597FE0" w:rsidRPr="00B57F8A">
        <w:rPr>
          <w:sz w:val="23"/>
          <w:szCs w:val="23"/>
        </w:rPr>
        <w:t>ja</w:t>
      </w:r>
      <w:r w:rsidR="006011BF" w:rsidRPr="00B57F8A">
        <w:rPr>
          <w:sz w:val="23"/>
          <w:szCs w:val="23"/>
        </w:rPr>
        <w:t xml:space="preserve"> a Ceglédi Közös Önkormányzati Hivatalt, hogy a határozatról az érintetteket értesítse.</w:t>
      </w:r>
    </w:p>
    <w:p w14:paraId="0FE395E8" w14:textId="31A06D64" w:rsidR="00111D6C" w:rsidRPr="00B57F8A" w:rsidRDefault="00111D6C" w:rsidP="00111D6C">
      <w:pPr>
        <w:tabs>
          <w:tab w:val="left" w:pos="6120"/>
        </w:tabs>
        <w:jc w:val="both"/>
        <w:rPr>
          <w:sz w:val="23"/>
          <w:szCs w:val="23"/>
          <w:u w:val="single"/>
        </w:rPr>
      </w:pPr>
    </w:p>
    <w:p w14:paraId="7BD40F0D" w14:textId="34673A80" w:rsidR="006A01FB" w:rsidRPr="00B57F8A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3"/>
          <w:szCs w:val="23"/>
        </w:rPr>
      </w:pPr>
      <w:r w:rsidRPr="00B57F8A">
        <w:rPr>
          <w:sz w:val="23"/>
          <w:szCs w:val="23"/>
          <w:u w:val="single"/>
        </w:rPr>
        <w:t>Határidő</w:t>
      </w:r>
      <w:r w:rsidRPr="00B57F8A">
        <w:rPr>
          <w:sz w:val="23"/>
          <w:szCs w:val="23"/>
        </w:rPr>
        <w:t>: azonnal</w:t>
      </w:r>
      <w:r w:rsidRPr="00B57F8A">
        <w:rPr>
          <w:sz w:val="23"/>
          <w:szCs w:val="23"/>
        </w:rPr>
        <w:tab/>
      </w:r>
      <w:r w:rsidRPr="00B57F8A">
        <w:rPr>
          <w:sz w:val="23"/>
          <w:szCs w:val="23"/>
          <w:u w:val="single"/>
        </w:rPr>
        <w:t>Felelős</w:t>
      </w:r>
      <w:r w:rsidRPr="00B57F8A">
        <w:rPr>
          <w:sz w:val="23"/>
          <w:szCs w:val="23"/>
        </w:rPr>
        <w:t>: Dr. Csáky András polgármester</w:t>
      </w:r>
    </w:p>
    <w:p w14:paraId="11B75937" w14:textId="77777777" w:rsidR="00B57F8A" w:rsidRPr="00B57F8A" w:rsidRDefault="00B57F8A" w:rsidP="00111D6C">
      <w:pPr>
        <w:jc w:val="both"/>
        <w:rPr>
          <w:sz w:val="23"/>
          <w:szCs w:val="23"/>
          <w:u w:val="single"/>
        </w:rPr>
      </w:pPr>
    </w:p>
    <w:p w14:paraId="4615B606" w14:textId="3CD3502B" w:rsidR="00111D6C" w:rsidRPr="00B57F8A" w:rsidRDefault="00111D6C" w:rsidP="00111D6C">
      <w:pPr>
        <w:jc w:val="both"/>
        <w:rPr>
          <w:sz w:val="23"/>
          <w:szCs w:val="23"/>
          <w:u w:val="single"/>
        </w:rPr>
      </w:pPr>
      <w:r w:rsidRPr="00B57F8A">
        <w:rPr>
          <w:sz w:val="23"/>
          <w:szCs w:val="23"/>
          <w:u w:val="single"/>
        </w:rPr>
        <w:t>A határozatot kapja:</w:t>
      </w:r>
    </w:p>
    <w:p w14:paraId="49F4DD45" w14:textId="7179CD0A" w:rsidR="00111D6C" w:rsidRDefault="008353D3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>Kontroller</w:t>
      </w:r>
    </w:p>
    <w:p w14:paraId="42E55AB8" w14:textId="11E1CEE6" w:rsidR="00F30CA8" w:rsidRDefault="00F30CA8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>Pénzügyi iroda</w:t>
      </w:r>
    </w:p>
    <w:p w14:paraId="7065D9DF" w14:textId="4BAE00CF" w:rsidR="00F30CA8" w:rsidRPr="00B57F8A" w:rsidRDefault="00F30CA8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>
        <w:rPr>
          <w:sz w:val="23"/>
          <w:szCs w:val="23"/>
        </w:rPr>
        <w:t>Belső ellenőrök</w:t>
      </w:r>
    </w:p>
    <w:p w14:paraId="51D978C8" w14:textId="3DA1D579" w:rsidR="00111D6C" w:rsidRPr="00B57F8A" w:rsidRDefault="006011BF" w:rsidP="003E2EAE">
      <w:pPr>
        <w:pStyle w:val="Listaszerbekezds"/>
        <w:numPr>
          <w:ilvl w:val="0"/>
          <w:numId w:val="11"/>
        </w:numPr>
        <w:jc w:val="both"/>
        <w:rPr>
          <w:sz w:val="23"/>
          <w:szCs w:val="23"/>
        </w:rPr>
      </w:pPr>
      <w:r w:rsidRPr="00B57F8A">
        <w:rPr>
          <w:sz w:val="23"/>
          <w:szCs w:val="23"/>
        </w:rPr>
        <w:t xml:space="preserve">„Kossuth Művelődési Központ” </w:t>
      </w:r>
      <w:r w:rsidR="00F64E19" w:rsidRPr="00B57F8A">
        <w:rPr>
          <w:sz w:val="23"/>
          <w:szCs w:val="23"/>
        </w:rPr>
        <w:t>Nonprofit Közhasznú</w:t>
      </w:r>
      <w:r w:rsidRPr="00B57F8A">
        <w:rPr>
          <w:sz w:val="23"/>
          <w:szCs w:val="23"/>
        </w:rPr>
        <w:t xml:space="preserve"> Kft.</w:t>
      </w:r>
    </w:p>
    <w:p w14:paraId="2E8D57AC" w14:textId="77777777" w:rsidR="00597FE0" w:rsidRPr="00B57F8A" w:rsidRDefault="00597FE0" w:rsidP="00111D6C">
      <w:pPr>
        <w:rPr>
          <w:sz w:val="23"/>
          <w:szCs w:val="23"/>
        </w:rPr>
      </w:pPr>
    </w:p>
    <w:p w14:paraId="7F692A16" w14:textId="77777777" w:rsidR="00111D6C" w:rsidRPr="00B57F8A" w:rsidRDefault="00111D6C" w:rsidP="00111D6C">
      <w:pPr>
        <w:rPr>
          <w:sz w:val="23"/>
          <w:szCs w:val="23"/>
        </w:rPr>
      </w:pPr>
      <w:r w:rsidRPr="00B57F8A">
        <w:rPr>
          <w:sz w:val="23"/>
          <w:szCs w:val="23"/>
        </w:rPr>
        <w:t>Az előterjesztést láttam:</w:t>
      </w:r>
    </w:p>
    <w:p w14:paraId="5C6D2D96" w14:textId="1458E861" w:rsidR="00111D6C" w:rsidRPr="00B57F8A" w:rsidRDefault="00597FE0" w:rsidP="00111D6C">
      <w:pPr>
        <w:tabs>
          <w:tab w:val="left" w:pos="2340"/>
        </w:tabs>
        <w:rPr>
          <w:sz w:val="23"/>
          <w:szCs w:val="23"/>
        </w:rPr>
      </w:pPr>
      <w:r w:rsidRPr="00B57F8A">
        <w:rPr>
          <w:sz w:val="23"/>
          <w:szCs w:val="23"/>
        </w:rPr>
        <w:tab/>
      </w:r>
      <w:r w:rsidR="00111D6C" w:rsidRPr="00B57F8A">
        <w:rPr>
          <w:sz w:val="23"/>
          <w:szCs w:val="23"/>
        </w:rPr>
        <w:t>Dr. Diósgyőri Gitta</w:t>
      </w:r>
    </w:p>
    <w:p w14:paraId="637AAF0D" w14:textId="37F933F1" w:rsidR="00111D6C" w:rsidRPr="00B57F8A" w:rsidRDefault="00111D6C" w:rsidP="00393792">
      <w:pPr>
        <w:tabs>
          <w:tab w:val="left" w:pos="2410"/>
        </w:tabs>
        <w:rPr>
          <w:sz w:val="23"/>
          <w:szCs w:val="23"/>
        </w:rPr>
      </w:pPr>
      <w:r w:rsidRPr="00B57F8A">
        <w:rPr>
          <w:sz w:val="23"/>
          <w:szCs w:val="23"/>
        </w:rPr>
        <w:tab/>
      </w:r>
      <w:r w:rsidR="00393792" w:rsidRPr="00B57F8A">
        <w:rPr>
          <w:sz w:val="23"/>
          <w:szCs w:val="23"/>
        </w:rPr>
        <w:t>címzetes fő</w:t>
      </w:r>
      <w:r w:rsidRPr="00B57F8A">
        <w:rPr>
          <w:sz w:val="23"/>
          <w:szCs w:val="23"/>
        </w:rPr>
        <w:t>jegyző</w:t>
      </w:r>
    </w:p>
    <w:sectPr w:rsidR="00111D6C" w:rsidRPr="00B57F8A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FFD6F" w14:textId="77777777" w:rsidR="00A93AD7" w:rsidRDefault="00A93AD7">
      <w:r>
        <w:separator/>
      </w:r>
    </w:p>
  </w:endnote>
  <w:endnote w:type="continuationSeparator" w:id="0">
    <w:p w14:paraId="641C0C4E" w14:textId="77777777" w:rsidR="00A93AD7" w:rsidRDefault="00A93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869B9" w14:textId="77777777" w:rsidR="00A93AD7" w:rsidRDefault="00A93AD7">
      <w:r>
        <w:separator/>
      </w:r>
    </w:p>
  </w:footnote>
  <w:footnote w:type="continuationSeparator" w:id="0">
    <w:p w14:paraId="70B1D757" w14:textId="77777777" w:rsidR="00A93AD7" w:rsidRDefault="00A93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1D15"/>
    <w:rsid w:val="00024299"/>
    <w:rsid w:val="000337F7"/>
    <w:rsid w:val="00034C9B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379C"/>
    <w:rsid w:val="000B38A2"/>
    <w:rsid w:val="000B62E6"/>
    <w:rsid w:val="000C1702"/>
    <w:rsid w:val="000C4340"/>
    <w:rsid w:val="000C55C2"/>
    <w:rsid w:val="000D633B"/>
    <w:rsid w:val="000D63D5"/>
    <w:rsid w:val="000D691C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4741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5FA"/>
    <w:rsid w:val="002A5BAB"/>
    <w:rsid w:val="002B202C"/>
    <w:rsid w:val="002B498E"/>
    <w:rsid w:val="002B4BA8"/>
    <w:rsid w:val="002C02E2"/>
    <w:rsid w:val="002C1DE4"/>
    <w:rsid w:val="002C4E79"/>
    <w:rsid w:val="002C5CDC"/>
    <w:rsid w:val="002C74C1"/>
    <w:rsid w:val="002D1A2F"/>
    <w:rsid w:val="002D4D51"/>
    <w:rsid w:val="002D5A7C"/>
    <w:rsid w:val="002D6BB3"/>
    <w:rsid w:val="002E2095"/>
    <w:rsid w:val="002E260B"/>
    <w:rsid w:val="002E66C0"/>
    <w:rsid w:val="002E77EE"/>
    <w:rsid w:val="002F2F27"/>
    <w:rsid w:val="002F3416"/>
    <w:rsid w:val="00303122"/>
    <w:rsid w:val="0030443C"/>
    <w:rsid w:val="00310278"/>
    <w:rsid w:val="00313BCA"/>
    <w:rsid w:val="00316912"/>
    <w:rsid w:val="00321033"/>
    <w:rsid w:val="00326E3B"/>
    <w:rsid w:val="00332348"/>
    <w:rsid w:val="003373EB"/>
    <w:rsid w:val="00337C25"/>
    <w:rsid w:val="00340032"/>
    <w:rsid w:val="003423D9"/>
    <w:rsid w:val="0034785B"/>
    <w:rsid w:val="00352B6A"/>
    <w:rsid w:val="00352EFA"/>
    <w:rsid w:val="00354463"/>
    <w:rsid w:val="00355621"/>
    <w:rsid w:val="00356113"/>
    <w:rsid w:val="003567BC"/>
    <w:rsid w:val="00356A7A"/>
    <w:rsid w:val="00360669"/>
    <w:rsid w:val="00361949"/>
    <w:rsid w:val="00361ACC"/>
    <w:rsid w:val="00364006"/>
    <w:rsid w:val="003655E2"/>
    <w:rsid w:val="00366C1D"/>
    <w:rsid w:val="00367B26"/>
    <w:rsid w:val="00372ABE"/>
    <w:rsid w:val="003741C6"/>
    <w:rsid w:val="0038102B"/>
    <w:rsid w:val="00381257"/>
    <w:rsid w:val="003818A1"/>
    <w:rsid w:val="00384243"/>
    <w:rsid w:val="003851B0"/>
    <w:rsid w:val="00386649"/>
    <w:rsid w:val="00387805"/>
    <w:rsid w:val="003914EE"/>
    <w:rsid w:val="00393792"/>
    <w:rsid w:val="00395650"/>
    <w:rsid w:val="003964B3"/>
    <w:rsid w:val="0039735C"/>
    <w:rsid w:val="003A47FF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40296"/>
    <w:rsid w:val="00442437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568"/>
    <w:rsid w:val="004A56B7"/>
    <w:rsid w:val="004A754A"/>
    <w:rsid w:val="004B5B6C"/>
    <w:rsid w:val="004B7877"/>
    <w:rsid w:val="004C0385"/>
    <w:rsid w:val="004C24BD"/>
    <w:rsid w:val="004D13D3"/>
    <w:rsid w:val="004D16B9"/>
    <w:rsid w:val="004D175E"/>
    <w:rsid w:val="004D40F4"/>
    <w:rsid w:val="004E11EE"/>
    <w:rsid w:val="004E128A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0F3E"/>
    <w:rsid w:val="005277EE"/>
    <w:rsid w:val="00530096"/>
    <w:rsid w:val="00537CF8"/>
    <w:rsid w:val="00544951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2F79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80276"/>
    <w:rsid w:val="00685898"/>
    <w:rsid w:val="0068634A"/>
    <w:rsid w:val="00690461"/>
    <w:rsid w:val="00690972"/>
    <w:rsid w:val="00691581"/>
    <w:rsid w:val="00692BA8"/>
    <w:rsid w:val="006950D5"/>
    <w:rsid w:val="006968C0"/>
    <w:rsid w:val="006A01FB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44AE1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0C9F"/>
    <w:rsid w:val="008027CB"/>
    <w:rsid w:val="0080348F"/>
    <w:rsid w:val="00805113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54FC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5944"/>
    <w:rsid w:val="00925BB4"/>
    <w:rsid w:val="00927CDB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0A2D"/>
    <w:rsid w:val="00967956"/>
    <w:rsid w:val="00976EB3"/>
    <w:rsid w:val="0097794E"/>
    <w:rsid w:val="00980B76"/>
    <w:rsid w:val="00981988"/>
    <w:rsid w:val="00982F7C"/>
    <w:rsid w:val="00985CD7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28F6"/>
    <w:rsid w:val="009E39CD"/>
    <w:rsid w:val="009E68D9"/>
    <w:rsid w:val="009E7011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93AD7"/>
    <w:rsid w:val="00AA338A"/>
    <w:rsid w:val="00AA4D6B"/>
    <w:rsid w:val="00AA77EE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AF6505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57F8A"/>
    <w:rsid w:val="00B60527"/>
    <w:rsid w:val="00B72E4D"/>
    <w:rsid w:val="00B75692"/>
    <w:rsid w:val="00B831A9"/>
    <w:rsid w:val="00B86071"/>
    <w:rsid w:val="00B8686D"/>
    <w:rsid w:val="00B87411"/>
    <w:rsid w:val="00BA627D"/>
    <w:rsid w:val="00BA6DC2"/>
    <w:rsid w:val="00BB1176"/>
    <w:rsid w:val="00BB2EB9"/>
    <w:rsid w:val="00BB3F91"/>
    <w:rsid w:val="00BB4D35"/>
    <w:rsid w:val="00BC3758"/>
    <w:rsid w:val="00BC45F7"/>
    <w:rsid w:val="00BC61EA"/>
    <w:rsid w:val="00BC678A"/>
    <w:rsid w:val="00BD2AB0"/>
    <w:rsid w:val="00BE25AE"/>
    <w:rsid w:val="00BF14B3"/>
    <w:rsid w:val="00BF4AD1"/>
    <w:rsid w:val="00BF6885"/>
    <w:rsid w:val="00BF6C8C"/>
    <w:rsid w:val="00C015E9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11E"/>
    <w:rsid w:val="00C42815"/>
    <w:rsid w:val="00C42EF9"/>
    <w:rsid w:val="00C5027B"/>
    <w:rsid w:val="00C51BA6"/>
    <w:rsid w:val="00C52964"/>
    <w:rsid w:val="00C52D6D"/>
    <w:rsid w:val="00C54BDD"/>
    <w:rsid w:val="00C55A8D"/>
    <w:rsid w:val="00C604DE"/>
    <w:rsid w:val="00C61795"/>
    <w:rsid w:val="00C64654"/>
    <w:rsid w:val="00C7064B"/>
    <w:rsid w:val="00C71798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D3194"/>
    <w:rsid w:val="00CE1774"/>
    <w:rsid w:val="00CE2571"/>
    <w:rsid w:val="00CE30C8"/>
    <w:rsid w:val="00CE3339"/>
    <w:rsid w:val="00CE3E3F"/>
    <w:rsid w:val="00CE41FD"/>
    <w:rsid w:val="00CE5ABC"/>
    <w:rsid w:val="00CE5B24"/>
    <w:rsid w:val="00CF1371"/>
    <w:rsid w:val="00CF6B63"/>
    <w:rsid w:val="00D101D2"/>
    <w:rsid w:val="00D112EA"/>
    <w:rsid w:val="00D123E8"/>
    <w:rsid w:val="00D32712"/>
    <w:rsid w:val="00D344F2"/>
    <w:rsid w:val="00D3739D"/>
    <w:rsid w:val="00D37DEB"/>
    <w:rsid w:val="00D4326D"/>
    <w:rsid w:val="00D43B51"/>
    <w:rsid w:val="00D45736"/>
    <w:rsid w:val="00D52AA9"/>
    <w:rsid w:val="00D5747E"/>
    <w:rsid w:val="00D57A07"/>
    <w:rsid w:val="00D6259F"/>
    <w:rsid w:val="00D70805"/>
    <w:rsid w:val="00D765D8"/>
    <w:rsid w:val="00D80BEC"/>
    <w:rsid w:val="00D85DE4"/>
    <w:rsid w:val="00D8626A"/>
    <w:rsid w:val="00D92B67"/>
    <w:rsid w:val="00D93361"/>
    <w:rsid w:val="00D95056"/>
    <w:rsid w:val="00DA1C52"/>
    <w:rsid w:val="00DA4B80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25C8"/>
    <w:rsid w:val="00E83674"/>
    <w:rsid w:val="00E83C4F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B7A0D"/>
    <w:rsid w:val="00ED002A"/>
    <w:rsid w:val="00ED560F"/>
    <w:rsid w:val="00ED5E13"/>
    <w:rsid w:val="00EE306E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CA8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E42CE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3</TotalTime>
  <Pages>3</Pages>
  <Words>507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Sipos Nikoletta</cp:lastModifiedBy>
  <cp:revision>4</cp:revision>
  <cp:lastPrinted>2025-12-08T13:46:00Z</cp:lastPrinted>
  <dcterms:created xsi:type="dcterms:W3CDTF">2026-01-13T11:50:00Z</dcterms:created>
  <dcterms:modified xsi:type="dcterms:W3CDTF">2026-01-13T14:04:00Z</dcterms:modified>
</cp:coreProperties>
</file>